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4EA" w:rsidRDefault="00A144EA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44EA" w:rsidRPr="00E012A4" w:rsidRDefault="00A144EA" w:rsidP="006D59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44EA" w:rsidRPr="002D4BC8" w:rsidRDefault="00A144EA" w:rsidP="006D59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144EA" w:rsidRPr="002D4BC8" w:rsidRDefault="00A144EA" w:rsidP="006D59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44EA" w:rsidRPr="002D4BC8" w:rsidRDefault="00A144EA" w:rsidP="006D59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Pr="002D4BC8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A144EA" w:rsidRPr="002D4BC8" w:rsidRDefault="00A144EA" w:rsidP="006D59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2013. július 18-ai rendkívüli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A144EA" w:rsidRPr="002D4BC8" w:rsidRDefault="00A144EA" w:rsidP="006D59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44EA" w:rsidRDefault="00A144EA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44EA" w:rsidRPr="002D4BC8" w:rsidRDefault="00A144EA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44EA" w:rsidRPr="0074640E" w:rsidRDefault="00A144EA" w:rsidP="0074640E">
      <w:pPr>
        <w:spacing w:after="0"/>
        <w:ind w:left="990" w:hanging="99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Tárgy: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4640E">
        <w:rPr>
          <w:rFonts w:ascii="Arial" w:hAnsi="Arial" w:cs="Arial"/>
          <w:sz w:val="24"/>
          <w:szCs w:val="24"/>
        </w:rPr>
        <w:t>Aquamarin Kft elszámolása fitneszgépek beszerzéséhez adott támogatásról</w:t>
      </w:r>
    </w:p>
    <w:p w:rsidR="00A144EA" w:rsidRDefault="00A144EA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44EA" w:rsidRDefault="00A144EA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44EA" w:rsidRPr="00227CE7" w:rsidRDefault="00A144EA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44EA" w:rsidRPr="002D4BC8" w:rsidRDefault="00A144EA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A144EA" w:rsidRPr="002D4BC8" w:rsidRDefault="00A144EA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44EA" w:rsidRPr="002D4BC8" w:rsidRDefault="00A144EA" w:rsidP="008415C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Bediné Makra Anikó közgazdasági osztályvezető</w:t>
      </w:r>
    </w:p>
    <w:p w:rsidR="00A144EA" w:rsidRDefault="00A144EA" w:rsidP="00A101F2">
      <w:pPr>
        <w:spacing w:after="0"/>
        <w:rPr>
          <w:rFonts w:ascii="Arial" w:hAnsi="Arial" w:cs="Arial"/>
          <w:sz w:val="24"/>
          <w:szCs w:val="24"/>
        </w:rPr>
      </w:pPr>
    </w:p>
    <w:p w:rsidR="00A144EA" w:rsidRDefault="00A144EA" w:rsidP="00A101F2">
      <w:pPr>
        <w:spacing w:after="0"/>
        <w:rPr>
          <w:rFonts w:ascii="Arial" w:hAnsi="Arial" w:cs="Arial"/>
          <w:sz w:val="24"/>
          <w:szCs w:val="24"/>
        </w:rPr>
      </w:pPr>
    </w:p>
    <w:p w:rsidR="00A144EA" w:rsidRPr="002D4BC8" w:rsidRDefault="00A144EA" w:rsidP="00A101F2">
      <w:pPr>
        <w:spacing w:after="0"/>
        <w:rPr>
          <w:rFonts w:ascii="Arial" w:hAnsi="Arial" w:cs="Arial"/>
          <w:sz w:val="24"/>
          <w:szCs w:val="24"/>
        </w:rPr>
      </w:pPr>
    </w:p>
    <w:p w:rsidR="00A144EA" w:rsidRDefault="00A144EA" w:rsidP="00E565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Megtárgyalta: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Pénzügyi és Turisztikai Bizottság</w:t>
      </w:r>
    </w:p>
    <w:p w:rsidR="00A144EA" w:rsidRDefault="00A144EA" w:rsidP="00E565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44EA" w:rsidRDefault="00A144EA" w:rsidP="00E565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44EA" w:rsidRPr="00227CE7" w:rsidRDefault="00A144EA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A144EA" w:rsidRPr="002D4BC8" w:rsidRDefault="00A144EA" w:rsidP="00A101F2">
      <w:pPr>
        <w:spacing w:after="0"/>
        <w:rPr>
          <w:rFonts w:ascii="Arial" w:hAnsi="Arial" w:cs="Arial"/>
          <w:sz w:val="24"/>
          <w:szCs w:val="24"/>
        </w:rPr>
      </w:pPr>
    </w:p>
    <w:p w:rsidR="00A144EA" w:rsidRPr="002D4BC8" w:rsidRDefault="00A144EA" w:rsidP="00A101F2">
      <w:pPr>
        <w:spacing w:after="0"/>
        <w:rPr>
          <w:rFonts w:ascii="Arial" w:hAnsi="Arial" w:cs="Arial"/>
          <w:sz w:val="24"/>
          <w:szCs w:val="24"/>
        </w:rPr>
      </w:pPr>
    </w:p>
    <w:p w:rsidR="00A144EA" w:rsidRPr="002D4BC8" w:rsidRDefault="00A144EA" w:rsidP="00A101F2">
      <w:pPr>
        <w:spacing w:after="0"/>
        <w:rPr>
          <w:rFonts w:ascii="Arial" w:hAnsi="Arial" w:cs="Arial"/>
          <w:sz w:val="24"/>
          <w:szCs w:val="24"/>
        </w:rPr>
      </w:pPr>
    </w:p>
    <w:p w:rsidR="00A144EA" w:rsidRPr="002D4BC8" w:rsidRDefault="00A144EA" w:rsidP="00A101F2">
      <w:pPr>
        <w:spacing w:after="0"/>
        <w:rPr>
          <w:rFonts w:ascii="Arial" w:hAnsi="Arial" w:cs="Arial"/>
          <w:sz w:val="24"/>
          <w:szCs w:val="24"/>
        </w:rPr>
      </w:pPr>
    </w:p>
    <w:p w:rsidR="00A144EA" w:rsidRPr="002D4BC8" w:rsidRDefault="00A144EA" w:rsidP="00A101F2">
      <w:pPr>
        <w:spacing w:after="0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144EA" w:rsidRPr="002D4BC8" w:rsidRDefault="00A144EA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  <w:sectPr w:rsidR="00A144EA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44EA" w:rsidRDefault="00A144EA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44EA" w:rsidRPr="006D5902" w:rsidRDefault="00A144EA" w:rsidP="00A101F2">
      <w:pPr>
        <w:spacing w:after="0" w:line="240" w:lineRule="auto"/>
        <w:rPr>
          <w:rFonts w:ascii="Arial" w:hAnsi="Arial" w:cs="Arial"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I.</w:t>
      </w: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Tárgy és tényállás ismertetése</w:t>
      </w: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Default="00A144EA" w:rsidP="00FB4174">
      <w:pPr>
        <w:spacing w:after="0" w:line="240" w:lineRule="auto"/>
        <w:jc w:val="both"/>
        <w:rPr>
          <w:rFonts w:ascii="Arial" w:hAnsi="Arial" w:cs="Arial"/>
        </w:rPr>
      </w:pPr>
      <w:r w:rsidRPr="0074640E">
        <w:rPr>
          <w:rFonts w:ascii="Arial" w:hAnsi="Arial" w:cs="Arial"/>
        </w:rPr>
        <w:t xml:space="preserve">Hévíz </w:t>
      </w:r>
      <w:r>
        <w:rPr>
          <w:rFonts w:ascii="Arial" w:hAnsi="Arial" w:cs="Arial"/>
        </w:rPr>
        <w:t>Város Önkormányzat Képviselő-testülete az Aquamarin Kft-nek a Hévízgyógyfürdő és Szent András Reumakórház tulajdonát képező fitneszgépek beszerzéséhez 1.029.000,- Ft támogatást engedélyezett. A támogatási megállapodás megkötése 2013. május 6-án megtörtént, melyben rögzítésre került, hogy a fitneszgépeket a Kft-nek a kapott szakértői értékbecslés alapján 1.029 e Ft összegben kell beszereznie a Hévízgyógyfürdőtől. A támogatási összeg utalása a megállapodás megkötésének napján megtörtént.</w:t>
      </w:r>
    </w:p>
    <w:p w:rsidR="00A144EA" w:rsidRDefault="00A144EA" w:rsidP="00FB4174">
      <w:pPr>
        <w:spacing w:after="0" w:line="240" w:lineRule="auto"/>
        <w:jc w:val="both"/>
        <w:rPr>
          <w:rFonts w:ascii="Arial" w:hAnsi="Arial" w:cs="Arial"/>
        </w:rPr>
      </w:pPr>
    </w:p>
    <w:p w:rsidR="00A144EA" w:rsidRDefault="00A144EA" w:rsidP="00FB41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támogatási megállapodásban előírásra került, hogy a beszerzendő eszközök legalább öt évig nem idegeníthetők el és azok a gazdasági társaság tulajdonát képezik. </w:t>
      </w:r>
    </w:p>
    <w:p w:rsidR="00A144EA" w:rsidRDefault="00A144EA" w:rsidP="00FB4174">
      <w:pPr>
        <w:spacing w:after="0" w:line="240" w:lineRule="auto"/>
        <w:jc w:val="both"/>
        <w:rPr>
          <w:rFonts w:ascii="Arial" w:hAnsi="Arial" w:cs="Arial"/>
        </w:rPr>
      </w:pPr>
    </w:p>
    <w:p w:rsidR="00A144EA" w:rsidRDefault="00A144EA" w:rsidP="00FB41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eszközök beszerzésének és a támogatás elszámolásnak határideje 2013. június 30-a volt. </w:t>
      </w:r>
    </w:p>
    <w:p w:rsidR="00A144EA" w:rsidRDefault="00A144EA" w:rsidP="00FB4174">
      <w:pPr>
        <w:spacing w:after="0" w:line="240" w:lineRule="auto"/>
        <w:jc w:val="both"/>
        <w:rPr>
          <w:rFonts w:ascii="Arial" w:hAnsi="Arial" w:cs="Arial"/>
        </w:rPr>
      </w:pPr>
    </w:p>
    <w:p w:rsidR="00A144EA" w:rsidRDefault="00A144EA" w:rsidP="00FB41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Aquamarin Kft az eszközöket május hónapban beszerezte  1.028.700,- Ft összegben és az erre vonatkozó elszámolást 2013. június 27-én nyújtotta be a Hivatalba. Az elszámoláshoz csatolásra került a számla másolat, mely a megállapodásban rögzített záradékkal el van látva. Az elszámolás indoklása is megtörtént, melyben a gazdasági társaság közölte, hogy a kapott támogatásból, csak 810 e Ft-ot használt fel, mert a beszerzést terhelő ÁFÁ-t visszaigényelte, mely 219 e Ft. A fitneszgépeken mivel ÁFÁ-s szolgáltatási tevékenység történik, ezért a beszerzést terhelő ÁFA visszaigényelhető. A gazdasági társaság ezt az összeget az önkormányzat számlájára június 27-én visszautalta</w:t>
      </w:r>
    </w:p>
    <w:p w:rsidR="00A144EA" w:rsidRDefault="00A144EA" w:rsidP="00FB4174">
      <w:pPr>
        <w:spacing w:after="0" w:line="240" w:lineRule="auto"/>
        <w:jc w:val="both"/>
        <w:rPr>
          <w:rFonts w:ascii="Arial" w:hAnsi="Arial" w:cs="Arial"/>
        </w:rPr>
      </w:pPr>
    </w:p>
    <w:p w:rsidR="00A144EA" w:rsidRPr="0074640E" w:rsidRDefault="00A144EA" w:rsidP="00FB41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Csatolásra került az elszámoláshoz a tárgyi eszközök bevételezését dokumentáló nyilvántartás. Kérjük a Képviselő-testületet a támogatás elszámolásának elfogadására.</w:t>
      </w: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</w:p>
    <w:p w:rsidR="00A144EA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Határozati javaslat</w:t>
      </w:r>
    </w:p>
    <w:p w:rsidR="00A144EA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Default="00A144EA" w:rsidP="00D47B7C">
      <w:pPr>
        <w:spacing w:after="0" w:line="240" w:lineRule="auto"/>
        <w:rPr>
          <w:rFonts w:ascii="Arial" w:hAnsi="Arial" w:cs="Arial"/>
          <w:b/>
        </w:rPr>
      </w:pPr>
    </w:p>
    <w:p w:rsidR="00A144EA" w:rsidRDefault="00A144EA" w:rsidP="0082663F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D47B7C">
        <w:rPr>
          <w:rFonts w:ascii="Arial" w:hAnsi="Arial" w:cs="Arial"/>
        </w:rPr>
        <w:t xml:space="preserve">Hévíz Város Önkormányzat </w:t>
      </w:r>
      <w:r>
        <w:rPr>
          <w:rFonts w:ascii="Arial" w:hAnsi="Arial" w:cs="Arial"/>
        </w:rPr>
        <w:t xml:space="preserve">Képviselő-testülete az Aquamarin Kft-nek fitneszgépek beszerzéséhez biztosított 1.029.000,- Ft összegű támogatás elszámolását 810.000,- Ft összegben fogadja el. </w:t>
      </w:r>
    </w:p>
    <w:p w:rsidR="00A144EA" w:rsidRDefault="00A144EA" w:rsidP="00D47B7C">
      <w:pPr>
        <w:spacing w:after="0" w:line="240" w:lineRule="auto"/>
        <w:jc w:val="both"/>
        <w:rPr>
          <w:rFonts w:ascii="Arial" w:hAnsi="Arial" w:cs="Arial"/>
        </w:rPr>
      </w:pPr>
    </w:p>
    <w:p w:rsidR="00A144EA" w:rsidRDefault="00A144EA" w:rsidP="0082663F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tudomásul veszi, hogy a fel nem használt 219.000,- Ft összeget az Aquamarin Kft az önkormányzat számlájára visszafizette. </w:t>
      </w:r>
    </w:p>
    <w:p w:rsidR="00A144EA" w:rsidRDefault="00A144EA" w:rsidP="00D47B7C">
      <w:pPr>
        <w:spacing w:after="0" w:line="240" w:lineRule="auto"/>
        <w:jc w:val="both"/>
        <w:rPr>
          <w:rFonts w:ascii="Arial" w:hAnsi="Arial" w:cs="Arial"/>
        </w:rPr>
      </w:pPr>
    </w:p>
    <w:p w:rsidR="00A144EA" w:rsidRDefault="00A144EA" w:rsidP="0082663F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felkéri Polgármesterét, hogy az Aquamarin Kft-ét a döntésről értesítse. </w:t>
      </w:r>
    </w:p>
    <w:p w:rsidR="00A144EA" w:rsidRDefault="00A144EA" w:rsidP="00D47B7C">
      <w:pPr>
        <w:spacing w:after="0" w:line="240" w:lineRule="auto"/>
        <w:jc w:val="both"/>
        <w:rPr>
          <w:rFonts w:ascii="Arial" w:hAnsi="Arial" w:cs="Arial"/>
        </w:rPr>
      </w:pPr>
    </w:p>
    <w:p w:rsidR="00A144EA" w:rsidRDefault="00A144EA" w:rsidP="0082663F">
      <w:pPr>
        <w:spacing w:after="0" w:line="240" w:lineRule="auto"/>
        <w:ind w:left="770"/>
        <w:jc w:val="both"/>
        <w:rPr>
          <w:rFonts w:ascii="Arial" w:hAnsi="Arial" w:cs="Arial"/>
        </w:rPr>
      </w:pPr>
      <w:r w:rsidRPr="0082663F">
        <w:rPr>
          <w:rFonts w:ascii="Arial" w:hAnsi="Arial" w:cs="Arial"/>
          <w:b/>
        </w:rPr>
        <w:t>Felelős</w:t>
      </w:r>
      <w:r>
        <w:rPr>
          <w:rFonts w:ascii="Arial" w:hAnsi="Arial" w:cs="Arial"/>
        </w:rPr>
        <w:t xml:space="preserve">: </w:t>
      </w:r>
      <w:smartTag w:uri="urn:schemas-microsoft-com:office:smarttags" w:element="PersonName">
        <w:r>
          <w:rPr>
            <w:rFonts w:ascii="Arial" w:hAnsi="Arial" w:cs="Arial"/>
          </w:rPr>
          <w:t>Papp Gábor</w:t>
        </w:r>
      </w:smartTag>
      <w:r>
        <w:rPr>
          <w:rFonts w:ascii="Arial" w:hAnsi="Arial" w:cs="Arial"/>
        </w:rPr>
        <w:t xml:space="preserve"> polgármester</w:t>
      </w:r>
    </w:p>
    <w:p w:rsidR="00A144EA" w:rsidRPr="00D47B7C" w:rsidRDefault="00A144EA" w:rsidP="0082663F">
      <w:pPr>
        <w:spacing w:after="0" w:line="240" w:lineRule="auto"/>
        <w:ind w:left="770"/>
        <w:jc w:val="both"/>
        <w:rPr>
          <w:rFonts w:ascii="Arial" w:hAnsi="Arial" w:cs="Arial"/>
        </w:rPr>
      </w:pPr>
      <w:r w:rsidRPr="0082663F">
        <w:rPr>
          <w:rFonts w:ascii="Arial" w:hAnsi="Arial" w:cs="Arial"/>
          <w:b/>
        </w:rPr>
        <w:t>Határidő</w:t>
      </w:r>
      <w:r>
        <w:rPr>
          <w:rFonts w:ascii="Arial" w:hAnsi="Arial" w:cs="Arial"/>
        </w:rPr>
        <w:t xml:space="preserve">: 2013. július 30. </w:t>
      </w:r>
    </w:p>
    <w:p w:rsidR="00A144EA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6D5902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 w:rsidRPr="006D5902">
        <w:rPr>
          <w:rFonts w:ascii="Arial" w:hAnsi="Arial" w:cs="Arial"/>
        </w:rPr>
        <w:t>.</w:t>
      </w: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  <w:sectPr w:rsidR="00A144EA" w:rsidRPr="006D5902" w:rsidSect="00C37FA4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Default="00A144EA" w:rsidP="00EC17CA">
      <w:pPr>
        <w:jc w:val="center"/>
        <w:rPr>
          <w:rFonts w:ascii="Arial" w:hAnsi="Arial" w:cs="Arial"/>
          <w:b/>
        </w:rPr>
      </w:pPr>
    </w:p>
    <w:p w:rsidR="00A144EA" w:rsidRDefault="00A144EA" w:rsidP="00EC17CA">
      <w:pPr>
        <w:jc w:val="center"/>
        <w:rPr>
          <w:rFonts w:ascii="Arial" w:hAnsi="Arial" w:cs="Arial"/>
          <w:b/>
        </w:rPr>
      </w:pPr>
    </w:p>
    <w:p w:rsidR="00A144EA" w:rsidRPr="006D5902" w:rsidRDefault="00A144EA" w:rsidP="00EC17CA">
      <w:pPr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II</w:t>
      </w:r>
      <w:r w:rsidRPr="006D5902">
        <w:rPr>
          <w:rFonts w:ascii="Arial" w:hAnsi="Arial" w:cs="Arial"/>
          <w:b/>
        </w:rPr>
        <w:t>.</w:t>
      </w:r>
    </w:p>
    <w:p w:rsidR="00A144EA" w:rsidRPr="006D5902" w:rsidRDefault="00A144EA" w:rsidP="00EC17CA">
      <w:pPr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Felülvizsgálatok- egyeztetések</w:t>
      </w:r>
    </w:p>
    <w:p w:rsidR="00A144EA" w:rsidRPr="006D5902" w:rsidRDefault="00A144EA" w:rsidP="00EC17CA">
      <w:pPr>
        <w:jc w:val="center"/>
        <w:rPr>
          <w:rFonts w:ascii="Arial" w:hAnsi="Arial" w:cs="Arial"/>
          <w:b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72"/>
        <w:gridCol w:w="2894"/>
        <w:gridCol w:w="2522"/>
        <w:gridCol w:w="2200"/>
      </w:tblGrid>
      <w:tr w:rsidR="00A144EA" w:rsidRPr="006D5902" w:rsidTr="0082663F">
        <w:tc>
          <w:tcPr>
            <w:tcW w:w="9788" w:type="dxa"/>
            <w:gridSpan w:val="4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A144EA" w:rsidRPr="006D5902" w:rsidTr="0082663F">
        <w:trPr>
          <w:trHeight w:val="422"/>
        </w:trPr>
        <w:tc>
          <w:tcPr>
            <w:tcW w:w="2172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94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522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200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A144EA" w:rsidRPr="006D5902" w:rsidTr="0082663F">
        <w:trPr>
          <w:trHeight w:val="697"/>
        </w:trPr>
        <w:tc>
          <w:tcPr>
            <w:tcW w:w="2172" w:type="dxa"/>
          </w:tcPr>
          <w:p w:rsidR="00A144EA" w:rsidRPr="006D5902" w:rsidRDefault="00A144EA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Bediné Makra Anikó </w:t>
            </w:r>
          </w:p>
        </w:tc>
        <w:tc>
          <w:tcPr>
            <w:tcW w:w="2894" w:type="dxa"/>
            <w:vAlign w:val="center"/>
          </w:tcPr>
          <w:p w:rsidR="00A144EA" w:rsidRPr="0082663F" w:rsidRDefault="00A144EA" w:rsidP="0082663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663F">
              <w:rPr>
                <w:rFonts w:ascii="Arial" w:hAnsi="Arial" w:cs="Arial"/>
              </w:rPr>
              <w:t>Közgazdasági Osztályvezető/előterjesztés készítője</w:t>
            </w:r>
          </w:p>
        </w:tc>
        <w:tc>
          <w:tcPr>
            <w:tcW w:w="2522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144EA" w:rsidRPr="006D5902" w:rsidTr="0082663F">
        <w:trPr>
          <w:trHeight w:val="551"/>
        </w:trPr>
        <w:tc>
          <w:tcPr>
            <w:tcW w:w="2172" w:type="dxa"/>
          </w:tcPr>
          <w:p w:rsidR="00A144EA" w:rsidRPr="006D5902" w:rsidRDefault="00A144EA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smartTag w:uri="urn:schemas-microsoft-com:office:smarttags" w:element="PersonName">
              <w:r w:rsidRPr="006D5902">
                <w:rPr>
                  <w:rFonts w:ascii="Arial" w:hAnsi="Arial" w:cs="Arial"/>
                  <w:b/>
                </w:rPr>
                <w:t>Dr. Márkus Mirtill</w:t>
              </w:r>
            </w:smartTag>
          </w:p>
        </w:tc>
        <w:tc>
          <w:tcPr>
            <w:tcW w:w="2894" w:type="dxa"/>
            <w:vAlign w:val="center"/>
          </w:tcPr>
          <w:p w:rsidR="00A144EA" w:rsidRPr="0082663F" w:rsidRDefault="00A144EA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82663F">
              <w:rPr>
                <w:rFonts w:ascii="Arial" w:hAnsi="Arial" w:cs="Arial"/>
              </w:rPr>
              <w:t>Aljegyző</w:t>
            </w:r>
          </w:p>
        </w:tc>
        <w:tc>
          <w:tcPr>
            <w:tcW w:w="2522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144EA" w:rsidRPr="006D5902" w:rsidTr="0082663F">
        <w:trPr>
          <w:trHeight w:val="573"/>
        </w:trPr>
        <w:tc>
          <w:tcPr>
            <w:tcW w:w="2172" w:type="dxa"/>
          </w:tcPr>
          <w:p w:rsidR="00A144EA" w:rsidRPr="006D5902" w:rsidRDefault="00A144EA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Bediné Makra Anikó</w:t>
            </w:r>
          </w:p>
        </w:tc>
        <w:tc>
          <w:tcPr>
            <w:tcW w:w="2894" w:type="dxa"/>
            <w:vAlign w:val="center"/>
          </w:tcPr>
          <w:p w:rsidR="00A144EA" w:rsidRPr="0082663F" w:rsidRDefault="00A144EA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82663F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2522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144EA" w:rsidRPr="006D5902" w:rsidTr="0082663F">
        <w:trPr>
          <w:trHeight w:val="826"/>
        </w:trPr>
        <w:tc>
          <w:tcPr>
            <w:tcW w:w="2172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94" w:type="dxa"/>
            <w:vAlign w:val="center"/>
          </w:tcPr>
          <w:p w:rsidR="00A144EA" w:rsidRPr="0082663F" w:rsidRDefault="00A144EA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82663F">
              <w:rPr>
                <w:rFonts w:ascii="Arial" w:hAnsi="Arial" w:cs="Arial"/>
              </w:rPr>
              <w:t>egyeztetési kötelezettség</w:t>
            </w:r>
          </w:p>
          <w:p w:rsidR="00A144EA" w:rsidRPr="0082663F" w:rsidRDefault="00A144EA" w:rsidP="0062794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22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144EA" w:rsidRPr="006D5902" w:rsidTr="0082663F">
        <w:tc>
          <w:tcPr>
            <w:tcW w:w="2172" w:type="dxa"/>
          </w:tcPr>
          <w:p w:rsidR="00A144EA" w:rsidRPr="006D5902" w:rsidRDefault="00A144EA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894" w:type="dxa"/>
            <w:vAlign w:val="center"/>
          </w:tcPr>
          <w:p w:rsidR="00A144EA" w:rsidRPr="0082663F" w:rsidRDefault="00A144EA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82663F">
              <w:rPr>
                <w:rFonts w:ascii="Arial" w:hAnsi="Arial" w:cs="Arial"/>
              </w:rPr>
              <w:t xml:space="preserve">törvényességi felülvizsgálat </w:t>
            </w:r>
          </w:p>
          <w:p w:rsidR="00A144EA" w:rsidRPr="0082663F" w:rsidRDefault="00A144EA" w:rsidP="0062794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22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44EA" w:rsidRPr="006D5902" w:rsidRDefault="00A144EA" w:rsidP="00EC17CA">
      <w:pPr>
        <w:jc w:val="center"/>
        <w:rPr>
          <w:rFonts w:ascii="Arial" w:hAnsi="Arial" w:cs="Arial"/>
          <w:b/>
        </w:rPr>
      </w:pPr>
    </w:p>
    <w:p w:rsidR="00A144EA" w:rsidRPr="006D5902" w:rsidRDefault="00A144EA" w:rsidP="00EC17CA">
      <w:pPr>
        <w:jc w:val="center"/>
        <w:rPr>
          <w:rFonts w:ascii="Arial" w:hAnsi="Arial" w:cs="Arial"/>
          <w:b/>
        </w:rPr>
      </w:pPr>
    </w:p>
    <w:p w:rsidR="00A144EA" w:rsidRPr="006D5902" w:rsidRDefault="00A144EA" w:rsidP="00EC17CA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2483"/>
        <w:gridCol w:w="2483"/>
        <w:gridCol w:w="2485"/>
      </w:tblGrid>
      <w:tr w:rsidR="00A144EA" w:rsidRPr="006D5902" w:rsidTr="00627947">
        <w:trPr>
          <w:trHeight w:val="277"/>
        </w:trPr>
        <w:tc>
          <w:tcPr>
            <w:tcW w:w="9933" w:type="dxa"/>
            <w:gridSpan w:val="4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A144EA" w:rsidRPr="006D5902" w:rsidTr="00627947">
        <w:trPr>
          <w:trHeight w:val="277"/>
        </w:trPr>
        <w:tc>
          <w:tcPr>
            <w:tcW w:w="2483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A144EA" w:rsidRPr="006D5902" w:rsidTr="00627947">
        <w:trPr>
          <w:trHeight w:val="707"/>
        </w:trPr>
        <w:tc>
          <w:tcPr>
            <w:tcW w:w="2483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Czurda Gábor </w:t>
            </w:r>
          </w:p>
        </w:tc>
        <w:tc>
          <w:tcPr>
            <w:tcW w:w="2483" w:type="dxa"/>
          </w:tcPr>
          <w:p w:rsidR="00A144EA" w:rsidRPr="0082663F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663F">
              <w:rPr>
                <w:rFonts w:ascii="Arial" w:hAnsi="Arial" w:cs="Arial"/>
              </w:rPr>
              <w:t>Aquamarin Kft ügyvezető igazgatója</w:t>
            </w:r>
          </w:p>
        </w:tc>
        <w:tc>
          <w:tcPr>
            <w:tcW w:w="2483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144EA" w:rsidRPr="006D5902" w:rsidTr="00627947">
        <w:trPr>
          <w:trHeight w:val="829"/>
        </w:trPr>
        <w:tc>
          <w:tcPr>
            <w:tcW w:w="2483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A144EA" w:rsidRPr="006D5902" w:rsidRDefault="00A144EA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44EA" w:rsidRPr="006D5902" w:rsidRDefault="00A144EA" w:rsidP="00EC17CA">
      <w:pPr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A144EA" w:rsidRPr="006D5902" w:rsidRDefault="00A144E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A144EA" w:rsidRPr="006D5902" w:rsidSect="00C37FA4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4EA" w:rsidRDefault="00A144EA" w:rsidP="00980239">
      <w:pPr>
        <w:spacing w:after="0" w:line="240" w:lineRule="auto"/>
      </w:pPr>
      <w:r>
        <w:separator/>
      </w:r>
    </w:p>
  </w:endnote>
  <w:endnote w:type="continuationSeparator" w:id="0">
    <w:p w:rsidR="00A144EA" w:rsidRDefault="00A144E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4EA" w:rsidRDefault="00A144EA" w:rsidP="00980239">
      <w:pPr>
        <w:spacing w:after="0" w:line="240" w:lineRule="auto"/>
      </w:pPr>
      <w:r>
        <w:separator/>
      </w:r>
    </w:p>
  </w:footnote>
  <w:footnote w:type="continuationSeparator" w:id="0">
    <w:p w:rsidR="00A144EA" w:rsidRDefault="00A144E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4EA" w:rsidRDefault="00A144EA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49" type="#_x0000_t75" alt="cimer" style="position:absolute;margin-left:-36.85pt;margin-top:0;width:82.5pt;height:99pt;z-index:251658752;visibility:visible">
          <v:imagedata r:id="rId1" o:title=""/>
        </v:shape>
      </w:pict>
    </w:r>
  </w:p>
  <w:p w:rsidR="00A144EA" w:rsidRDefault="00A144EA" w:rsidP="00763423">
    <w:pPr>
      <w:pStyle w:val="Header"/>
      <w:tabs>
        <w:tab w:val="clear" w:pos="4536"/>
        <w:tab w:val="clear" w:pos="9072"/>
      </w:tabs>
    </w:pPr>
  </w:p>
  <w:p w:rsidR="00A144EA" w:rsidRDefault="00A144EA" w:rsidP="00763423">
    <w:pPr>
      <w:pStyle w:val="Header"/>
      <w:tabs>
        <w:tab w:val="clear" w:pos="4536"/>
        <w:tab w:val="clear" w:pos="9072"/>
      </w:tabs>
    </w:pPr>
  </w:p>
  <w:p w:rsidR="00A144EA" w:rsidRDefault="00A144EA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A144EA" w:rsidRPr="00F95CCD" w:rsidRDefault="00A144EA" w:rsidP="00336F0D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</w:pPr>
                <w:r w:rsidRPr="00F95CCD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  <w:t>HÉVÍZ VÁROS POLGÁRMESTERE</w:t>
                </w:r>
              </w:p>
              <w:p w:rsidR="00A144EA" w:rsidRPr="00F95CCD" w:rsidRDefault="00A144EA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  <w:r w:rsidRPr="00F95CCD"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  <w:t>8380 Hévíz, Kossuth Lajos u. 1.</w:t>
                </w:r>
              </w:p>
              <w:p w:rsidR="00A144EA" w:rsidRPr="00F95CCD" w:rsidRDefault="00A144EA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0A0"/>
                </w:tblPr>
                <w:tblGrid>
                  <w:gridCol w:w="3685"/>
                  <w:gridCol w:w="4535"/>
                </w:tblGrid>
                <w:tr w:rsidR="00A144EA" w:rsidRPr="00AB14F3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A144EA" w:rsidRDefault="00A144EA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  <w:r>
                        <w:rPr>
                          <w:rFonts w:ascii="ScalaSans" w:hAnsi="ScalaSans"/>
                          <w:color w:val="808080"/>
                          <w:spacing w:val="6"/>
                        </w:rPr>
                        <w:t>Iktatószám: KGO/153-9/2013</w:t>
                      </w:r>
                    </w:p>
                    <w:p w:rsidR="00A144EA" w:rsidRDefault="00A144EA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</w:p>
                    <w:p w:rsidR="00A144EA" w:rsidRPr="00A101F2" w:rsidRDefault="00A144EA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  <w:r>
                        <w:rPr>
                          <w:rFonts w:ascii="ScalaSans" w:hAnsi="ScalaSans"/>
                          <w:color w:val="808080"/>
                          <w:spacing w:val="6"/>
                        </w:rPr>
                        <w:t>Napirend sorszáma:</w:t>
                      </w:r>
                    </w:p>
                    <w:p w:rsidR="00A144EA" w:rsidRPr="00D15388" w:rsidRDefault="00A144EA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5" w:type="dxa"/>
                    </w:tcPr>
                    <w:p w:rsidR="00A144EA" w:rsidRPr="00D15388" w:rsidRDefault="00A144EA" w:rsidP="00A101F2">
                      <w:pPr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A144EA" w:rsidRPr="00F95CCD" w:rsidRDefault="00A144EA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p w:rsidR="00A144EA" w:rsidRPr="00F95CCD" w:rsidRDefault="00A144EA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3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2" o:title=""/>
          <w10:wrap anchorx="page" anchory="page"/>
        </v:shape>
      </w:pict>
    </w:r>
  </w:p>
  <w:p w:rsidR="00A144EA" w:rsidRDefault="00A144EA" w:rsidP="00763423">
    <w:pPr>
      <w:pStyle w:val="Header"/>
      <w:tabs>
        <w:tab w:val="clear" w:pos="4536"/>
        <w:tab w:val="clear" w:pos="9072"/>
      </w:tabs>
    </w:pPr>
  </w:p>
  <w:p w:rsidR="00A144EA" w:rsidRDefault="00A144EA" w:rsidP="00763423">
    <w:pPr>
      <w:pStyle w:val="Header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173E"/>
    <w:multiLevelType w:val="hybridMultilevel"/>
    <w:tmpl w:val="70A617A4"/>
    <w:lvl w:ilvl="0" w:tplc="F710C2E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30C93E01"/>
    <w:multiLevelType w:val="hybridMultilevel"/>
    <w:tmpl w:val="E56AAC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B9795D"/>
    <w:multiLevelType w:val="hybridMultilevel"/>
    <w:tmpl w:val="35E6198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18347C"/>
    <w:multiLevelType w:val="hybridMultilevel"/>
    <w:tmpl w:val="FAB497DC"/>
    <w:lvl w:ilvl="0" w:tplc="040E000F">
      <w:start w:val="1"/>
      <w:numFmt w:val="decimal"/>
      <w:lvlText w:val="%1."/>
      <w:lvlJc w:val="left"/>
      <w:pPr>
        <w:ind w:left="838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910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982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1054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1126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1198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1270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1342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14142" w:hanging="180"/>
      </w:pPr>
      <w:rPr>
        <w:rFonts w:cs="Times New Roman"/>
      </w:rPr>
    </w:lvl>
  </w:abstractNum>
  <w:abstractNum w:abstractNumId="4">
    <w:nsid w:val="688C1E0A"/>
    <w:multiLevelType w:val="hybridMultilevel"/>
    <w:tmpl w:val="7AEE8824"/>
    <w:lvl w:ilvl="0" w:tplc="040E000F">
      <w:start w:val="1"/>
      <w:numFmt w:val="decimal"/>
      <w:lvlText w:val="%1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13731"/>
    <w:rsid w:val="000174EF"/>
    <w:rsid w:val="000241F8"/>
    <w:rsid w:val="0002562E"/>
    <w:rsid w:val="000267B9"/>
    <w:rsid w:val="00044576"/>
    <w:rsid w:val="00096CEA"/>
    <w:rsid w:val="000B0F70"/>
    <w:rsid w:val="000C0630"/>
    <w:rsid w:val="000C5592"/>
    <w:rsid w:val="000D5866"/>
    <w:rsid w:val="000F5922"/>
    <w:rsid w:val="00100C93"/>
    <w:rsid w:val="00104A07"/>
    <w:rsid w:val="00113CBB"/>
    <w:rsid w:val="001245CC"/>
    <w:rsid w:val="00141DAB"/>
    <w:rsid w:val="0014595D"/>
    <w:rsid w:val="00162823"/>
    <w:rsid w:val="001728AE"/>
    <w:rsid w:val="00193FE7"/>
    <w:rsid w:val="001B241A"/>
    <w:rsid w:val="001D34E7"/>
    <w:rsid w:val="001D7EA5"/>
    <w:rsid w:val="00227CE7"/>
    <w:rsid w:val="0023059D"/>
    <w:rsid w:val="002313FD"/>
    <w:rsid w:val="00231A86"/>
    <w:rsid w:val="002415F8"/>
    <w:rsid w:val="00244B4D"/>
    <w:rsid w:val="0025483E"/>
    <w:rsid w:val="00271301"/>
    <w:rsid w:val="00273AA1"/>
    <w:rsid w:val="0028657C"/>
    <w:rsid w:val="00287240"/>
    <w:rsid w:val="00293921"/>
    <w:rsid w:val="002B6B03"/>
    <w:rsid w:val="002D30F1"/>
    <w:rsid w:val="002D4BC8"/>
    <w:rsid w:val="002D5685"/>
    <w:rsid w:val="002F2A5F"/>
    <w:rsid w:val="00301B74"/>
    <w:rsid w:val="00321437"/>
    <w:rsid w:val="003275ED"/>
    <w:rsid w:val="00336F0D"/>
    <w:rsid w:val="00345748"/>
    <w:rsid w:val="003556FE"/>
    <w:rsid w:val="00356E8C"/>
    <w:rsid w:val="00361BEF"/>
    <w:rsid w:val="0036222B"/>
    <w:rsid w:val="00377B85"/>
    <w:rsid w:val="00381476"/>
    <w:rsid w:val="003816EC"/>
    <w:rsid w:val="00396797"/>
    <w:rsid w:val="003C46D3"/>
    <w:rsid w:val="003D6DF9"/>
    <w:rsid w:val="003E288C"/>
    <w:rsid w:val="003E329B"/>
    <w:rsid w:val="003E336D"/>
    <w:rsid w:val="003F41AA"/>
    <w:rsid w:val="004070E4"/>
    <w:rsid w:val="004214DF"/>
    <w:rsid w:val="004406A2"/>
    <w:rsid w:val="0046105D"/>
    <w:rsid w:val="004644B7"/>
    <w:rsid w:val="004B34DE"/>
    <w:rsid w:val="004B3870"/>
    <w:rsid w:val="004C4C7A"/>
    <w:rsid w:val="004D1381"/>
    <w:rsid w:val="004F2A20"/>
    <w:rsid w:val="004F37C2"/>
    <w:rsid w:val="004F705E"/>
    <w:rsid w:val="00503F69"/>
    <w:rsid w:val="00520498"/>
    <w:rsid w:val="005528BA"/>
    <w:rsid w:val="005575AC"/>
    <w:rsid w:val="0057493C"/>
    <w:rsid w:val="00581F3E"/>
    <w:rsid w:val="005A18C5"/>
    <w:rsid w:val="005B155B"/>
    <w:rsid w:val="005C466B"/>
    <w:rsid w:val="005C7A11"/>
    <w:rsid w:val="005E1DFC"/>
    <w:rsid w:val="005E38C7"/>
    <w:rsid w:val="005E54AA"/>
    <w:rsid w:val="005F684D"/>
    <w:rsid w:val="00605CFE"/>
    <w:rsid w:val="00626241"/>
    <w:rsid w:val="00627947"/>
    <w:rsid w:val="00627E06"/>
    <w:rsid w:val="00664269"/>
    <w:rsid w:val="00692C7C"/>
    <w:rsid w:val="006A1F84"/>
    <w:rsid w:val="006B24FC"/>
    <w:rsid w:val="006C5A42"/>
    <w:rsid w:val="006D26AD"/>
    <w:rsid w:val="006D371A"/>
    <w:rsid w:val="006D5902"/>
    <w:rsid w:val="007111E6"/>
    <w:rsid w:val="007364EB"/>
    <w:rsid w:val="0074640E"/>
    <w:rsid w:val="00763423"/>
    <w:rsid w:val="00772B13"/>
    <w:rsid w:val="007907F8"/>
    <w:rsid w:val="007B2C40"/>
    <w:rsid w:val="007C289A"/>
    <w:rsid w:val="007F1017"/>
    <w:rsid w:val="00800060"/>
    <w:rsid w:val="0081189D"/>
    <w:rsid w:val="008132C6"/>
    <w:rsid w:val="0082014F"/>
    <w:rsid w:val="0082663F"/>
    <w:rsid w:val="008352D7"/>
    <w:rsid w:val="008415CA"/>
    <w:rsid w:val="00843DC2"/>
    <w:rsid w:val="00844886"/>
    <w:rsid w:val="00845AF0"/>
    <w:rsid w:val="00861EE9"/>
    <w:rsid w:val="00875869"/>
    <w:rsid w:val="00882781"/>
    <w:rsid w:val="008B1381"/>
    <w:rsid w:val="008C5149"/>
    <w:rsid w:val="008E46E6"/>
    <w:rsid w:val="008F017B"/>
    <w:rsid w:val="008F0A12"/>
    <w:rsid w:val="008F0B6B"/>
    <w:rsid w:val="00916D7F"/>
    <w:rsid w:val="00924E29"/>
    <w:rsid w:val="00942CAF"/>
    <w:rsid w:val="00946343"/>
    <w:rsid w:val="0095233F"/>
    <w:rsid w:val="00955B09"/>
    <w:rsid w:val="009629B1"/>
    <w:rsid w:val="0096717C"/>
    <w:rsid w:val="00980239"/>
    <w:rsid w:val="00994306"/>
    <w:rsid w:val="0099592D"/>
    <w:rsid w:val="009A15AC"/>
    <w:rsid w:val="009B61E2"/>
    <w:rsid w:val="009C0807"/>
    <w:rsid w:val="009F2871"/>
    <w:rsid w:val="009F7F0B"/>
    <w:rsid w:val="00A101F2"/>
    <w:rsid w:val="00A144EA"/>
    <w:rsid w:val="00A257D3"/>
    <w:rsid w:val="00A32EEF"/>
    <w:rsid w:val="00A50475"/>
    <w:rsid w:val="00A5159D"/>
    <w:rsid w:val="00A54FCC"/>
    <w:rsid w:val="00AB14F3"/>
    <w:rsid w:val="00AD760D"/>
    <w:rsid w:val="00AE4E8F"/>
    <w:rsid w:val="00AE5962"/>
    <w:rsid w:val="00AF25C7"/>
    <w:rsid w:val="00B15B1D"/>
    <w:rsid w:val="00B1697C"/>
    <w:rsid w:val="00B24118"/>
    <w:rsid w:val="00B36B5B"/>
    <w:rsid w:val="00B45FCC"/>
    <w:rsid w:val="00B62C53"/>
    <w:rsid w:val="00B638A6"/>
    <w:rsid w:val="00B77B78"/>
    <w:rsid w:val="00B86320"/>
    <w:rsid w:val="00B9516B"/>
    <w:rsid w:val="00BB4254"/>
    <w:rsid w:val="00BC4FCA"/>
    <w:rsid w:val="00BE448D"/>
    <w:rsid w:val="00BF3A06"/>
    <w:rsid w:val="00C01A30"/>
    <w:rsid w:val="00C0215C"/>
    <w:rsid w:val="00C03A15"/>
    <w:rsid w:val="00C05199"/>
    <w:rsid w:val="00C118CA"/>
    <w:rsid w:val="00C35044"/>
    <w:rsid w:val="00C37FA4"/>
    <w:rsid w:val="00C42108"/>
    <w:rsid w:val="00C44E18"/>
    <w:rsid w:val="00C53A3C"/>
    <w:rsid w:val="00C60737"/>
    <w:rsid w:val="00C60D01"/>
    <w:rsid w:val="00C93BFE"/>
    <w:rsid w:val="00CB2E6A"/>
    <w:rsid w:val="00CC496E"/>
    <w:rsid w:val="00CC7862"/>
    <w:rsid w:val="00CD5E97"/>
    <w:rsid w:val="00CE0F23"/>
    <w:rsid w:val="00CE141F"/>
    <w:rsid w:val="00D10705"/>
    <w:rsid w:val="00D15388"/>
    <w:rsid w:val="00D37C2C"/>
    <w:rsid w:val="00D47B7C"/>
    <w:rsid w:val="00D60A98"/>
    <w:rsid w:val="00D63B36"/>
    <w:rsid w:val="00D67DA4"/>
    <w:rsid w:val="00DA0557"/>
    <w:rsid w:val="00DA2A20"/>
    <w:rsid w:val="00DD1E0C"/>
    <w:rsid w:val="00DE49E7"/>
    <w:rsid w:val="00DE62BE"/>
    <w:rsid w:val="00DF7132"/>
    <w:rsid w:val="00E012A4"/>
    <w:rsid w:val="00E01EDD"/>
    <w:rsid w:val="00E11323"/>
    <w:rsid w:val="00E334B8"/>
    <w:rsid w:val="00E4213C"/>
    <w:rsid w:val="00E47133"/>
    <w:rsid w:val="00E56586"/>
    <w:rsid w:val="00E64798"/>
    <w:rsid w:val="00E729AE"/>
    <w:rsid w:val="00E81B63"/>
    <w:rsid w:val="00E90B4A"/>
    <w:rsid w:val="00EB0C8F"/>
    <w:rsid w:val="00EC17CA"/>
    <w:rsid w:val="00ED0A34"/>
    <w:rsid w:val="00EE6069"/>
    <w:rsid w:val="00EF2B64"/>
    <w:rsid w:val="00EF6ED4"/>
    <w:rsid w:val="00F02487"/>
    <w:rsid w:val="00F07260"/>
    <w:rsid w:val="00F117EF"/>
    <w:rsid w:val="00F621DE"/>
    <w:rsid w:val="00F76102"/>
    <w:rsid w:val="00F83C96"/>
    <w:rsid w:val="00F913E7"/>
    <w:rsid w:val="00F95CCD"/>
    <w:rsid w:val="00FA2BBD"/>
    <w:rsid w:val="00FB4174"/>
    <w:rsid w:val="00FD03B8"/>
    <w:rsid w:val="00FD0E5A"/>
    <w:rsid w:val="00FF2B4B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F2B4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647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3</Pages>
  <Words>390</Words>
  <Characters>2698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bedine</cp:lastModifiedBy>
  <cp:revision>4</cp:revision>
  <cp:lastPrinted>2013-07-15T09:44:00Z</cp:lastPrinted>
  <dcterms:created xsi:type="dcterms:W3CDTF">2013-07-15T09:13:00Z</dcterms:created>
  <dcterms:modified xsi:type="dcterms:W3CDTF">2013-07-15T09:44:00Z</dcterms:modified>
</cp:coreProperties>
</file>